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7F" w:rsidRPr="004F5A92" w:rsidRDefault="004F5A92">
      <w:pPr>
        <w:pStyle w:val="Title"/>
        <w:rPr>
          <w:color w:val="8DBB70" w:themeColor="accent2"/>
        </w:rPr>
      </w:pPr>
      <w:r w:rsidRPr="004F5A92">
        <w:rPr>
          <w:color w:val="8DBB70" w:themeColor="accent2"/>
        </w:rPr>
        <w:t>Your Name</w:t>
      </w:r>
    </w:p>
    <w:tbl>
      <w:tblPr>
        <w:tblW w:w="5000" w:type="pct"/>
        <w:tblCellMar>
          <w:top w:w="144" w:type="dxa"/>
          <w:left w:w="0" w:type="dxa"/>
          <w:right w:w="0" w:type="dxa"/>
        </w:tblCellMar>
        <w:tblLook w:val="04A0" w:firstRow="1" w:lastRow="0" w:firstColumn="1" w:lastColumn="0" w:noHBand="0" w:noVBand="1"/>
        <w:tblDescription w:val="Sender and recipient contact information"/>
      </w:tblPr>
      <w:tblGrid>
        <w:gridCol w:w="3456"/>
        <w:gridCol w:w="287"/>
        <w:gridCol w:w="7057"/>
      </w:tblGrid>
      <w:tr w:rsidR="004F5A92" w:rsidRPr="004F5A92">
        <w:tc>
          <w:tcPr>
            <w:tcW w:w="1600" w:type="pct"/>
            <w:tcBorders>
              <w:top w:val="single" w:sz="4" w:space="0" w:color="BCB8AC" w:themeColor="text2" w:themeTint="66"/>
            </w:tcBorders>
          </w:tcPr>
          <w:sdt>
            <w:sdtPr>
              <w:rPr>
                <w:rStyle w:val="Strong"/>
                <w:b w:val="0"/>
                <w:color w:val="auto"/>
              </w:rPr>
              <w:alias w:val="Your Name"/>
              <w:tag w:val=""/>
              <w:id w:val="-1637710363"/>
              <w:placeholder>
                <w:docPart w:val="A5A98967EABB42ECACAA7D9EE712B77E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>
              <w:rPr>
                <w:rStyle w:val="DefaultParagraphFont"/>
                <w:bCs w:val="0"/>
              </w:rPr>
            </w:sdtEndPr>
            <w:sdtContent>
              <w:p w:rsidR="0093047F" w:rsidRPr="004F5A92" w:rsidRDefault="004F5A92">
                <w:pPr>
                  <w:pStyle w:val="NoSpacing"/>
                  <w:rPr>
                    <w:rStyle w:val="Strong"/>
                    <w:b w:val="0"/>
                    <w:color w:val="auto"/>
                  </w:rPr>
                </w:pPr>
                <w:r w:rsidRPr="004F5A92">
                  <w:rPr>
                    <w:rStyle w:val="Strong"/>
                    <w:b w:val="0"/>
                    <w:color w:val="auto"/>
                  </w:rPr>
                  <w:t>Your Name</w:t>
                </w:r>
              </w:p>
            </w:sdtContent>
          </w:sdt>
          <w:p w:rsidR="0093047F" w:rsidRPr="004F5A92" w:rsidRDefault="004F5A92">
            <w:pPr>
              <w:pStyle w:val="NoSpacing"/>
              <w:rPr>
                <w:color w:val="auto"/>
              </w:rPr>
            </w:pPr>
            <w:r w:rsidRPr="004F5A92">
              <w:rPr>
                <w:color w:val="auto"/>
              </w:rPr>
              <w:t>4536 Broadway</w:t>
            </w:r>
          </w:p>
          <w:p w:rsidR="004F5A92" w:rsidRPr="004F5A92" w:rsidRDefault="004F5A92">
            <w:pPr>
              <w:pStyle w:val="NoSpacing"/>
              <w:rPr>
                <w:color w:val="auto"/>
              </w:rPr>
            </w:pPr>
            <w:r w:rsidRPr="004F5A92">
              <w:rPr>
                <w:color w:val="auto"/>
              </w:rPr>
              <w:t>Astoria, NY 11103</w:t>
            </w:r>
          </w:p>
          <w:p w:rsidR="0093047F" w:rsidRPr="004F5A92" w:rsidRDefault="004F5A92">
            <w:pPr>
              <w:pStyle w:val="NoSpacing"/>
              <w:rPr>
                <w:color w:val="auto"/>
              </w:rPr>
            </w:pPr>
            <w:r w:rsidRPr="004F5A92">
              <w:rPr>
                <w:color w:val="auto"/>
              </w:rPr>
              <w:t>212-555-2939</w:t>
            </w:r>
          </w:p>
          <w:p w:rsidR="0093047F" w:rsidRPr="004F5A92" w:rsidRDefault="004F5A92" w:rsidP="004F5A92">
            <w:pPr>
              <w:pStyle w:val="NoSpacing"/>
              <w:rPr>
                <w:color w:val="auto"/>
              </w:rPr>
            </w:pPr>
            <w:r w:rsidRPr="004F5A92">
              <w:rPr>
                <w:color w:val="auto"/>
              </w:rPr>
              <w:t>yourname@gmail.com</w:t>
            </w:r>
          </w:p>
        </w:tc>
        <w:tc>
          <w:tcPr>
            <w:tcW w:w="133" w:type="pct"/>
          </w:tcPr>
          <w:p w:rsidR="0093047F" w:rsidRPr="004F5A92" w:rsidRDefault="0093047F">
            <w:pPr>
              <w:pStyle w:val="NoSpacing"/>
              <w:rPr>
                <w:color w:val="auto"/>
              </w:rPr>
            </w:pPr>
          </w:p>
        </w:tc>
        <w:tc>
          <w:tcPr>
            <w:tcW w:w="3267" w:type="pct"/>
            <w:tcBorders>
              <w:top w:val="single" w:sz="4" w:space="0" w:color="BCB8AC" w:themeColor="text2" w:themeTint="66"/>
            </w:tcBorders>
          </w:tcPr>
          <w:p w:rsidR="0093047F" w:rsidRPr="004F5A92" w:rsidRDefault="00584AA7">
            <w:pPr>
              <w:pStyle w:val="NoSpacing"/>
              <w:rPr>
                <w:rStyle w:val="Strong"/>
                <w:b w:val="0"/>
                <w:color w:val="auto"/>
              </w:rPr>
            </w:pPr>
            <w:r>
              <w:rPr>
                <w:rStyle w:val="Strong"/>
                <w:b w:val="0"/>
                <w:color w:val="auto"/>
              </w:rPr>
              <w:t>Dr.</w:t>
            </w:r>
            <w:r w:rsidR="004F5A92" w:rsidRPr="004F5A92">
              <w:rPr>
                <w:rStyle w:val="Strong"/>
                <w:b w:val="0"/>
                <w:color w:val="auto"/>
              </w:rPr>
              <w:t xml:space="preserve"> </w:t>
            </w:r>
            <w:r>
              <w:rPr>
                <w:rStyle w:val="Strong"/>
                <w:b w:val="0"/>
                <w:color w:val="auto"/>
              </w:rPr>
              <w:t>Lisa</w:t>
            </w:r>
            <w:r w:rsidR="004F5A92" w:rsidRPr="004F5A92">
              <w:rPr>
                <w:rStyle w:val="Strong"/>
                <w:b w:val="0"/>
                <w:color w:val="auto"/>
              </w:rPr>
              <w:t xml:space="preserve"> </w:t>
            </w:r>
            <w:r>
              <w:rPr>
                <w:rStyle w:val="Strong"/>
                <w:b w:val="0"/>
                <w:color w:val="auto"/>
              </w:rPr>
              <w:t>Branscombe</w:t>
            </w:r>
          </w:p>
          <w:p w:rsidR="0093047F" w:rsidRPr="004F5A92" w:rsidRDefault="004F5A92">
            <w:pPr>
              <w:pStyle w:val="NoSpacing"/>
              <w:rPr>
                <w:color w:val="auto"/>
              </w:rPr>
            </w:pPr>
            <w:r w:rsidRPr="004F5A92">
              <w:rPr>
                <w:rStyle w:val="PlaceholderText"/>
                <w:rFonts w:eastAsiaTheme="minorHAnsi" w:cstheme="minorHAnsi"/>
                <w:bCs/>
                <w:color w:val="auto"/>
                <w:lang w:bidi="he-IL"/>
              </w:rPr>
              <w:t>President</w:t>
            </w:r>
            <w:r w:rsidRPr="004F5A92">
              <w:rPr>
                <w:rStyle w:val="PlaceholderText"/>
                <w:rFonts w:eastAsiaTheme="minorHAnsi" w:cstheme="minorHAnsi"/>
                <w:bCs/>
                <w:color w:val="auto"/>
                <w:lang w:bidi="he-IL"/>
              </w:rPr>
              <w:br/>
            </w:r>
            <w:r w:rsidR="00584AA7">
              <w:rPr>
                <w:rStyle w:val="PlaceholderText"/>
                <w:rFonts w:eastAsiaTheme="minorHAnsi" w:cstheme="minorHAnsi"/>
                <w:bCs/>
                <w:color w:val="auto"/>
                <w:lang w:bidi="he-IL"/>
              </w:rPr>
              <w:t>Allied Lung Association</w:t>
            </w:r>
            <w:r w:rsidRPr="004F5A92">
              <w:rPr>
                <w:rStyle w:val="PlaceholderText"/>
                <w:rFonts w:eastAsiaTheme="minorHAnsi" w:cstheme="minorHAnsi"/>
                <w:bCs/>
                <w:color w:val="auto"/>
                <w:lang w:bidi="he-IL"/>
              </w:rPr>
              <w:br/>
              <w:t>4783 Sacramento Street</w:t>
            </w:r>
            <w:r w:rsidRPr="004F5A92">
              <w:rPr>
                <w:rStyle w:val="PlaceholderText"/>
                <w:rFonts w:eastAsiaTheme="minorHAnsi" w:cstheme="minorHAnsi"/>
                <w:bCs/>
                <w:color w:val="auto"/>
                <w:lang w:bidi="he-IL"/>
              </w:rPr>
              <w:br/>
              <w:t>San Francisco, CA 94756</w:t>
            </w:r>
          </w:p>
        </w:tc>
      </w:tr>
    </w:tbl>
    <w:sdt>
      <w:sdtPr>
        <w:alias w:val="Select Date"/>
        <w:tag w:val="Select Date"/>
        <w:id w:val="-160010842"/>
        <w:placeholder>
          <w:docPart w:val="E8CD914CB61843C781EC5DFE0D3B1D05"/>
        </w:placeholder>
        <w:date w:fullDate="2017-04-08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93047F" w:rsidRDefault="001A57FF">
          <w:pPr>
            <w:pStyle w:val="Date"/>
          </w:pPr>
          <w:r>
            <w:t>April 8, 2017</w:t>
          </w:r>
        </w:p>
      </w:sdtContent>
    </w:sdt>
    <w:p w:rsidR="0093047F" w:rsidRPr="004F5A92" w:rsidRDefault="00A42E62">
      <w:pPr>
        <w:pStyle w:val="Salutation"/>
        <w:rPr>
          <w:b w:val="0"/>
        </w:rPr>
      </w:pPr>
      <w:r w:rsidRPr="004F5A92">
        <w:rPr>
          <w:b w:val="0"/>
        </w:rPr>
        <w:t xml:space="preserve">Dear </w:t>
      </w:r>
      <w:r w:rsidR="00584AA7">
        <w:rPr>
          <w:b w:val="0"/>
        </w:rPr>
        <w:t>Dr.</w:t>
      </w:r>
      <w:r w:rsidR="004F5A92" w:rsidRPr="004F5A92">
        <w:rPr>
          <w:b w:val="0"/>
        </w:rPr>
        <w:t xml:space="preserve"> </w:t>
      </w:r>
      <w:r w:rsidR="00584AA7">
        <w:rPr>
          <w:b w:val="0"/>
        </w:rPr>
        <w:t>Branscombe</w:t>
      </w:r>
      <w:r w:rsidR="00133378">
        <w:rPr>
          <w:b w:val="0"/>
        </w:rPr>
        <w:t>:</w:t>
      </w:r>
    </w:p>
    <w:p w:rsidR="004F5A92" w:rsidRPr="0072209F" w:rsidRDefault="004F5A92" w:rsidP="004F5A92">
      <w:pPr>
        <w:rPr>
          <w:color w:val="auto"/>
        </w:rPr>
      </w:pPr>
      <w:r w:rsidRPr="0072209F">
        <w:rPr>
          <w:color w:val="auto"/>
        </w:rPr>
        <w:t xml:space="preserve">Thank you for your kind invitation to speak at your conference on </w:t>
      </w:r>
      <w:r w:rsidR="00584AA7">
        <w:rPr>
          <w:color w:val="auto"/>
        </w:rPr>
        <w:t>advances in the treatment and prevention of lung disease</w:t>
      </w:r>
      <w:r w:rsidRPr="0072209F">
        <w:rPr>
          <w:color w:val="auto"/>
        </w:rPr>
        <w:t xml:space="preserve">. I will be happy to oblige. </w:t>
      </w:r>
    </w:p>
    <w:p w:rsidR="004F5A92" w:rsidRPr="0072209F" w:rsidRDefault="004F5A92" w:rsidP="004F5A92">
      <w:pPr>
        <w:rPr>
          <w:color w:val="auto"/>
        </w:rPr>
      </w:pPr>
      <w:r w:rsidRPr="0072209F">
        <w:rPr>
          <w:color w:val="auto"/>
        </w:rPr>
        <w:t xml:space="preserve">I understand the conference will be held </w:t>
      </w:r>
      <w:r>
        <w:rPr>
          <w:color w:val="auto"/>
        </w:rPr>
        <w:t>September 17-19</w:t>
      </w:r>
      <w:r w:rsidRPr="0072209F">
        <w:rPr>
          <w:color w:val="auto"/>
        </w:rPr>
        <w:t xml:space="preserve"> at the </w:t>
      </w:r>
      <w:r>
        <w:rPr>
          <w:color w:val="auto"/>
        </w:rPr>
        <w:t>Jackson Lake Lodge</w:t>
      </w:r>
      <w:r w:rsidRPr="0072209F">
        <w:rPr>
          <w:color w:val="auto"/>
        </w:rPr>
        <w:t xml:space="preserve"> in </w:t>
      </w:r>
      <w:r>
        <w:rPr>
          <w:color w:val="auto"/>
        </w:rPr>
        <w:t>Grand Teton</w:t>
      </w:r>
      <w:r w:rsidRPr="0072209F">
        <w:rPr>
          <w:color w:val="auto"/>
        </w:rPr>
        <w:t xml:space="preserve"> National Park.</w:t>
      </w:r>
      <w:r>
        <w:rPr>
          <w:color w:val="auto"/>
        </w:rPr>
        <w:t xml:space="preserve"> </w:t>
      </w:r>
      <w:r w:rsidRPr="0072209F">
        <w:rPr>
          <w:color w:val="auto"/>
        </w:rPr>
        <w:t>I will address my remarks to the topic you suggested, “</w:t>
      </w:r>
      <w:r w:rsidR="00555F79">
        <w:rPr>
          <w:color w:val="auto"/>
        </w:rPr>
        <w:t>Interventional Pulmonology: Advances in Diagnosis and Treatment</w:t>
      </w:r>
      <w:bookmarkStart w:id="0" w:name="_GoBack"/>
      <w:bookmarkEnd w:id="0"/>
      <w:r w:rsidR="00584AA7">
        <w:rPr>
          <w:color w:val="auto"/>
        </w:rPr>
        <w:t>.</w:t>
      </w:r>
      <w:r w:rsidRPr="0072209F">
        <w:rPr>
          <w:color w:val="auto"/>
        </w:rPr>
        <w:t xml:space="preserve">” I will plan to speak for an hour on </w:t>
      </w:r>
      <w:r>
        <w:rPr>
          <w:color w:val="auto"/>
        </w:rPr>
        <w:t>September 18</w:t>
      </w:r>
      <w:r w:rsidRPr="0072209F">
        <w:rPr>
          <w:color w:val="auto"/>
        </w:rPr>
        <w:t xml:space="preserve">, with a question and answer session to follow. My talk will include a forty-five minute slide presentation. </w:t>
      </w:r>
    </w:p>
    <w:p w:rsidR="004F5A92" w:rsidRPr="0072209F" w:rsidRDefault="004F5A92" w:rsidP="004F5A92">
      <w:pPr>
        <w:rPr>
          <w:color w:val="auto"/>
        </w:rPr>
      </w:pPr>
      <w:r w:rsidRPr="0072209F">
        <w:rPr>
          <w:color w:val="auto"/>
        </w:rPr>
        <w:t xml:space="preserve">I am grateful that your office is taking care of my travel arrangements. The closest airport to my home is LaGuardia Airport. My preference is to arrive in </w:t>
      </w:r>
      <w:r>
        <w:rPr>
          <w:color w:val="auto"/>
        </w:rPr>
        <w:t>Jackson Hole</w:t>
      </w:r>
      <w:r w:rsidRPr="0072209F">
        <w:rPr>
          <w:color w:val="auto"/>
        </w:rPr>
        <w:t xml:space="preserve"> early </w:t>
      </w:r>
      <w:r>
        <w:rPr>
          <w:color w:val="auto"/>
        </w:rPr>
        <w:t xml:space="preserve">September 17, </w:t>
      </w:r>
      <w:r w:rsidRPr="0072209F">
        <w:rPr>
          <w:color w:val="auto"/>
        </w:rPr>
        <w:t xml:space="preserve">and to rent a car there. I would prefer to depart </w:t>
      </w:r>
      <w:r>
        <w:rPr>
          <w:color w:val="auto"/>
        </w:rPr>
        <w:t>September 20</w:t>
      </w:r>
      <w:r w:rsidRPr="0072209F">
        <w:rPr>
          <w:color w:val="auto"/>
        </w:rPr>
        <w:t>.</w:t>
      </w:r>
    </w:p>
    <w:p w:rsidR="004F5A92" w:rsidRPr="0072209F" w:rsidRDefault="004F5A92" w:rsidP="004F5A92">
      <w:pPr>
        <w:rPr>
          <w:color w:val="auto"/>
        </w:rPr>
      </w:pPr>
      <w:r w:rsidRPr="0072209F">
        <w:rPr>
          <w:color w:val="auto"/>
        </w:rPr>
        <w:t xml:space="preserve">I look forward to meeting you in </w:t>
      </w:r>
      <w:r>
        <w:rPr>
          <w:color w:val="auto"/>
        </w:rPr>
        <w:t>September</w:t>
      </w:r>
      <w:r w:rsidRPr="0072209F">
        <w:rPr>
          <w:color w:val="auto"/>
        </w:rPr>
        <w:t>.</w:t>
      </w:r>
    </w:p>
    <w:p w:rsidR="0093047F" w:rsidRDefault="00A42E62">
      <w:pPr>
        <w:pStyle w:val="Closing"/>
      </w:pPr>
      <w:r>
        <w:t>Sincerely,</w:t>
      </w:r>
    </w:p>
    <w:sdt>
      <w:sdtPr>
        <w:rPr>
          <w:rStyle w:val="Strong"/>
          <w:b w:val="0"/>
          <w:color w:val="auto"/>
        </w:rPr>
        <w:alias w:val="Your Name"/>
        <w:tag w:val=""/>
        <w:id w:val="-1094859857"/>
        <w:placeholder>
          <w:docPart w:val="A5A98967EABB42ECACAA7D9EE712B77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15:appearance w15:val="hidden"/>
        <w:text/>
      </w:sdtPr>
      <w:sdtEndPr>
        <w:rPr>
          <w:rStyle w:val="DefaultParagraphFont"/>
          <w:b/>
          <w:bCs w:val="0"/>
        </w:rPr>
      </w:sdtEndPr>
      <w:sdtContent>
        <w:p w:rsidR="0093047F" w:rsidRPr="004F5A92" w:rsidRDefault="004F5A92">
          <w:pPr>
            <w:rPr>
              <w:b/>
              <w:color w:val="auto"/>
            </w:rPr>
          </w:pPr>
          <w:r w:rsidRPr="004F5A92">
            <w:rPr>
              <w:rStyle w:val="Strong"/>
              <w:b w:val="0"/>
              <w:color w:val="auto"/>
            </w:rPr>
            <w:t>Your Name</w:t>
          </w:r>
        </w:p>
      </w:sdtContent>
    </w:sdt>
    <w:sectPr w:rsidR="0093047F" w:rsidRPr="004F5A92">
      <w:footerReference w:type="default" r:id="rId7"/>
      <w:pgSz w:w="12240" w:h="15840" w:code="1"/>
      <w:pgMar w:top="1080" w:right="720" w:bottom="2160" w:left="72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D31" w:rsidRDefault="00436D31">
      <w:pPr>
        <w:spacing w:after="0" w:line="240" w:lineRule="auto"/>
      </w:pPr>
      <w:r>
        <w:separator/>
      </w:r>
    </w:p>
  </w:endnote>
  <w:endnote w:type="continuationSeparator" w:id="0">
    <w:p w:rsidR="00436D31" w:rsidRDefault="00436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47F" w:rsidRDefault="00A42E62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D31" w:rsidRDefault="00436D31">
      <w:pPr>
        <w:spacing w:after="0" w:line="240" w:lineRule="auto"/>
      </w:pPr>
      <w:r>
        <w:separator/>
      </w:r>
    </w:p>
  </w:footnote>
  <w:footnote w:type="continuationSeparator" w:id="0">
    <w:p w:rsidR="00436D31" w:rsidRDefault="00436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92"/>
    <w:rsid w:val="00133378"/>
    <w:rsid w:val="001A57FF"/>
    <w:rsid w:val="003E5A17"/>
    <w:rsid w:val="00436D31"/>
    <w:rsid w:val="004F5A92"/>
    <w:rsid w:val="00555F79"/>
    <w:rsid w:val="00584AA7"/>
    <w:rsid w:val="00630292"/>
    <w:rsid w:val="0093047F"/>
    <w:rsid w:val="00A42E62"/>
    <w:rsid w:val="00E3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908269"/>
  <w15:chartTrackingRefBased/>
  <w15:docId w15:val="{263EC82F-2144-4BCB-9C21-64076C7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240" w:line="300" w:lineRule="auto"/>
        <w:ind w:left="374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24F4F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24F4F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after="300" w:line="240" w:lineRule="auto"/>
      <w:ind w:left="0"/>
      <w:contextualSpacing/>
    </w:pPr>
    <w:rPr>
      <w:rFonts w:asciiTheme="majorHAnsi" w:eastAsiaTheme="majorEastAsia" w:hAnsiTheme="majorHAnsi" w:cstheme="majorBidi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60"/>
      <w:szCs w:val="6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2"/>
    <w:qFormat/>
    <w:pPr>
      <w:spacing w:after="0" w:line="276" w:lineRule="auto"/>
      <w:ind w:left="0"/>
    </w:pPr>
  </w:style>
  <w:style w:type="character" w:styleId="Strong">
    <w:name w:val="Strong"/>
    <w:basedOn w:val="DefaultParagraphFont"/>
    <w:uiPriority w:val="3"/>
    <w:qFormat/>
    <w:rPr>
      <w:b/>
      <w:bCs/>
      <w:color w:val="F24F4F" w:themeColor="accent1"/>
    </w:rPr>
  </w:style>
  <w:style w:type="paragraph" w:customStyle="1" w:styleId="JobTitle">
    <w:name w:val="Job Title"/>
    <w:basedOn w:val="Normal"/>
    <w:uiPriority w:val="3"/>
    <w:qFormat/>
    <w:pPr>
      <w:spacing w:line="276" w:lineRule="auto"/>
      <w:ind w:left="0"/>
    </w:pPr>
  </w:style>
  <w:style w:type="paragraph" w:styleId="Date">
    <w:name w:val="Date"/>
    <w:basedOn w:val="Normal"/>
    <w:next w:val="Normal"/>
    <w:link w:val="DateChar"/>
    <w:uiPriority w:val="4"/>
    <w:unhideWhenUsed/>
    <w:qFormat/>
    <w:pPr>
      <w:spacing w:before="600" w:after="360"/>
    </w:pPr>
  </w:style>
  <w:style w:type="character" w:customStyle="1" w:styleId="DateChar">
    <w:name w:val="Date Char"/>
    <w:basedOn w:val="DefaultParagraphFont"/>
    <w:link w:val="Date"/>
    <w:uiPriority w:val="4"/>
  </w:style>
  <w:style w:type="paragraph" w:styleId="Salutation">
    <w:name w:val="Salutation"/>
    <w:basedOn w:val="Normal"/>
    <w:next w:val="Normal"/>
    <w:link w:val="SalutationChar"/>
    <w:uiPriority w:val="4"/>
    <w:unhideWhenUsed/>
    <w:qFormat/>
    <w:rPr>
      <w:b/>
      <w:bCs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bCs/>
    </w:rPr>
  </w:style>
  <w:style w:type="paragraph" w:styleId="Closing">
    <w:name w:val="Closing"/>
    <w:basedOn w:val="Normal"/>
    <w:next w:val="Normal"/>
    <w:link w:val="ClosingChar"/>
    <w:uiPriority w:val="5"/>
    <w:unhideWhenUsed/>
    <w:qFormat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4" w:color="BCB8AC" w:themeColor="text2" w:themeTint="66"/>
      </w:pBdr>
      <w:spacing w:after="0" w:line="240" w:lineRule="auto"/>
      <w:ind w:left="0"/>
      <w:jc w:val="right"/>
    </w:pPr>
    <w:rPr>
      <w:i/>
      <w:iCs/>
      <w:color w:val="F24F4F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i/>
      <w:iCs/>
      <w:color w:val="F24F4F" w:themeColor="accent1"/>
    </w:rPr>
  </w:style>
  <w:style w:type="paragraph" w:customStyle="1" w:styleId="Logo">
    <w:name w:val="Logo"/>
    <w:basedOn w:val="Normal"/>
    <w:uiPriority w:val="99"/>
    <w:semiHidden/>
    <w:unhideWhenUsed/>
    <w:pPr>
      <w:spacing w:after="0" w:line="240" w:lineRule="auto"/>
      <w:jc w:val="right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24F4F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F24F4F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\AppData\Roaming\Microsoft\Templates\Letterhead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A98967EABB42ECACAA7D9EE712B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881C0-4399-4F9A-BFB6-42493DC5544F}"/>
      </w:docPartPr>
      <w:docPartBody>
        <w:p w:rsidR="00297FE4" w:rsidRDefault="00B46951">
          <w:pPr>
            <w:pStyle w:val="A5A98967EABB42ECACAA7D9EE712B77E"/>
          </w:pPr>
          <w:r>
            <w:rPr>
              <w:rStyle w:val="Strong"/>
            </w:rPr>
            <w:t>[Your Name]</w:t>
          </w:r>
        </w:p>
      </w:docPartBody>
    </w:docPart>
    <w:docPart>
      <w:docPartPr>
        <w:name w:val="E8CD914CB61843C781EC5DFE0D3B1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94420-1FD1-4C8D-8569-B53D43BECC5A}"/>
      </w:docPartPr>
      <w:docPartBody>
        <w:p w:rsidR="00297FE4" w:rsidRDefault="00B46951">
          <w:pPr>
            <w:pStyle w:val="E8CD914CB61843C781EC5DFE0D3B1D05"/>
          </w:pPr>
          <w:r>
            <w:t>[Select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51"/>
    <w:rsid w:val="00297FE4"/>
    <w:rsid w:val="00420EEC"/>
    <w:rsid w:val="004B3284"/>
    <w:rsid w:val="00B46951"/>
    <w:rsid w:val="00D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CB005BE74D4949AF40CACF98AB35DB">
    <w:name w:val="A8CB005BE74D4949AF40CACF98AB35DB"/>
  </w:style>
  <w:style w:type="character" w:styleId="Strong">
    <w:name w:val="Strong"/>
    <w:basedOn w:val="DefaultParagraphFont"/>
    <w:uiPriority w:val="3"/>
    <w:qFormat/>
    <w:rPr>
      <w:b/>
      <w:bCs/>
      <w:color w:val="5B9BD5" w:themeColor="accent1"/>
    </w:rPr>
  </w:style>
  <w:style w:type="paragraph" w:customStyle="1" w:styleId="A5A98967EABB42ECACAA7D9EE712B77E">
    <w:name w:val="A5A98967EABB42ECACAA7D9EE712B77E"/>
  </w:style>
  <w:style w:type="paragraph" w:customStyle="1" w:styleId="B78E37367DAA4A439583542AB84E35F3">
    <w:name w:val="B78E37367DAA4A439583542AB84E35F3"/>
  </w:style>
  <w:style w:type="paragraph" w:customStyle="1" w:styleId="D76EF6BE3E594826AEECEC1D1CD6D6F7">
    <w:name w:val="D76EF6BE3E594826AEECEC1D1CD6D6F7"/>
  </w:style>
  <w:style w:type="paragraph" w:customStyle="1" w:styleId="7850EB61C9B04921AB300CEC33475A3B">
    <w:name w:val="7850EB61C9B04921AB300CEC33475A3B"/>
  </w:style>
  <w:style w:type="paragraph" w:customStyle="1" w:styleId="1B2C9C1772E24E8C9F604D998148AACE">
    <w:name w:val="1B2C9C1772E24E8C9F604D998148AACE"/>
  </w:style>
  <w:style w:type="paragraph" w:customStyle="1" w:styleId="C89870B8F293471293B2BD93924FBE6C">
    <w:name w:val="C89870B8F293471293B2BD93924FBE6C"/>
  </w:style>
  <w:style w:type="paragraph" w:customStyle="1" w:styleId="8A85F66EE9E14DE9A067477A0C48F639">
    <w:name w:val="8A85F66EE9E14DE9A067477A0C48F639"/>
  </w:style>
  <w:style w:type="paragraph" w:customStyle="1" w:styleId="E8CD914CB61843C781EC5DFE0D3B1D05">
    <w:name w:val="E8CD914CB61843C781EC5DFE0D3B1D05"/>
  </w:style>
  <w:style w:type="paragraph" w:customStyle="1" w:styleId="A893B0EEA2304C9A81B0078F9603ACFC">
    <w:name w:val="A893B0EEA2304C9A81B0078F9603ACFC"/>
  </w:style>
  <w:style w:type="paragraph" w:customStyle="1" w:styleId="DBE789DAC32341BB8742FC2089846F5F">
    <w:name w:val="DBE789DAC32341BB8742FC2089846F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DC5BA7-CC36-409B-A996-9A4067D16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(Red design).dotx</Template>
  <TotalTime>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4</cp:revision>
  <dcterms:created xsi:type="dcterms:W3CDTF">2016-02-08T15:27:00Z</dcterms:created>
  <dcterms:modified xsi:type="dcterms:W3CDTF">2016-02-08T15:32:00Z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TC039786209991</vt:lpwstr>
  </property>
</Properties>
</file>